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F12" w:rsidRDefault="00307E4E">
      <w:r>
        <w:rPr>
          <w:noProof/>
        </w:rPr>
        <w:drawing>
          <wp:inline distT="0" distB="0" distL="0" distR="0">
            <wp:extent cx="5448300" cy="3781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6F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E4E"/>
    <w:rsid w:val="00307E4E"/>
    <w:rsid w:val="007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E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E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AE162B28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 Mary University of London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Kovalenko</dc:creator>
  <cp:lastModifiedBy>Daria Kovalenko</cp:lastModifiedBy>
  <cp:revision>1</cp:revision>
  <dcterms:created xsi:type="dcterms:W3CDTF">2014-10-01T13:14:00Z</dcterms:created>
  <dcterms:modified xsi:type="dcterms:W3CDTF">2014-10-01T13:15:00Z</dcterms:modified>
</cp:coreProperties>
</file>